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4F08B8F" w:rsidR="00F862D6" w:rsidRPr="003E6B9A" w:rsidRDefault="0052090B" w:rsidP="0052090B">
            <w:r w:rsidRPr="0052090B">
              <w:rPr>
                <w:rFonts w:ascii="Helvetica" w:hAnsi="Helvetica"/>
              </w:rPr>
              <w:t>1081/2025-SŽ-SSV-Ú3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52090B" w:rsidRDefault="00F862D6" w:rsidP="0077673A">
            <w:r w:rsidRPr="0052090B">
              <w:t>Listů/příloh</w:t>
            </w:r>
          </w:p>
        </w:tc>
        <w:tc>
          <w:tcPr>
            <w:tcW w:w="2552" w:type="dxa"/>
          </w:tcPr>
          <w:p w14:paraId="333CD487" w14:textId="5D96DC37" w:rsidR="00F862D6" w:rsidRPr="0052090B" w:rsidRDefault="0052090B" w:rsidP="00CC1E2B">
            <w:r w:rsidRPr="0052090B">
              <w:t>4</w:t>
            </w:r>
            <w:r w:rsidR="003E6B9A" w:rsidRPr="0052090B">
              <w:t>/</w:t>
            </w:r>
            <w:r w:rsidRPr="0052090B">
              <w:t>5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1154CC6" w:rsidR="00F862D6" w:rsidRPr="003E6B9A" w:rsidRDefault="002F450F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AC9C35E" w:rsidR="009A7568" w:rsidRPr="003E6B9A" w:rsidRDefault="002F450F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BCC202D" w:rsidR="009A7568" w:rsidRPr="003E6B9A" w:rsidRDefault="002F450F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39B624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2090B">
              <w:rPr>
                <w:noProof/>
              </w:rPr>
              <w:t>23. ledna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82159B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442D6D">
        <w:rPr>
          <w:rFonts w:eastAsia="Calibri" w:cs="Times New Roman"/>
          <w:lang w:eastAsia="cs-CZ"/>
        </w:rPr>
        <w:t xml:space="preserve">dokumentace č. </w:t>
      </w:r>
      <w:r w:rsidR="00442D6D" w:rsidRPr="00442D6D">
        <w:rPr>
          <w:rFonts w:eastAsia="Times New Roman" w:cs="Times New Roman"/>
          <w:lang w:eastAsia="cs-CZ"/>
        </w:rPr>
        <w:t>8</w:t>
      </w:r>
    </w:p>
    <w:p w14:paraId="25C6ADAC" w14:textId="4DF24F5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F450F" w:rsidRPr="002F450F">
        <w:rPr>
          <w:rFonts w:eastAsia="Calibri" w:cs="Times New Roman"/>
          <w:b/>
          <w:bCs/>
          <w:lang w:eastAsia="cs-CZ"/>
        </w:rPr>
        <w:t>Modernizace ŽST Brno-Židenice a úpravy v ŽST Brno-Maloměřice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AA133D4" w:rsidR="00BD5319" w:rsidRPr="00BD5319" w:rsidRDefault="00BD5319" w:rsidP="00442D6D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42D6D">
        <w:rPr>
          <w:rFonts w:eastAsia="Calibri" w:cs="Times New Roman"/>
          <w:b/>
          <w:lang w:eastAsia="cs-CZ"/>
        </w:rPr>
        <w:t>67</w:t>
      </w:r>
      <w:r w:rsidRPr="00BD5319">
        <w:rPr>
          <w:rFonts w:eastAsia="Calibri" w:cs="Times New Roman"/>
          <w:b/>
          <w:lang w:eastAsia="cs-CZ"/>
        </w:rPr>
        <w:t>:</w:t>
      </w:r>
    </w:p>
    <w:p w14:paraId="180D71AC" w14:textId="77777777" w:rsidR="00442D6D" w:rsidRPr="004D7414" w:rsidRDefault="00442D6D" w:rsidP="00442D6D">
      <w:pPr>
        <w:spacing w:after="0"/>
        <w:rPr>
          <w:b/>
          <w:bCs/>
          <w:u w:val="single"/>
        </w:rPr>
      </w:pPr>
      <w:r w:rsidRPr="004D7414">
        <w:rPr>
          <w:b/>
          <w:bCs/>
          <w:u w:val="single"/>
        </w:rPr>
        <w:t>SO 90-90</w:t>
      </w:r>
    </w:p>
    <w:p w14:paraId="56CE9917" w14:textId="77777777" w:rsidR="00442D6D" w:rsidRDefault="00442D6D" w:rsidP="00442D6D">
      <w:pPr>
        <w:spacing w:after="0"/>
      </w:pPr>
      <w:r w:rsidRPr="000157D1">
        <w:t xml:space="preserve">Celkové množství odpadu v objektu SO 90-90 se u některých druhů odpadu liší od </w:t>
      </w:r>
      <w:r>
        <w:t>sečteného</w:t>
      </w:r>
      <w:r w:rsidRPr="000157D1">
        <w:t xml:space="preserve"> evidenčního množství odpadů v jednotlivých PS a SO</w:t>
      </w:r>
      <w:r>
        <w:t xml:space="preserve">. Jedná se o: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607"/>
        <w:gridCol w:w="3326"/>
        <w:gridCol w:w="533"/>
        <w:gridCol w:w="1426"/>
        <w:gridCol w:w="1426"/>
      </w:tblGrid>
      <w:tr w:rsidR="00442D6D" w14:paraId="0A58A0FB" w14:textId="77777777" w:rsidTr="006C5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14:paraId="4ED3FDBE" w14:textId="77777777" w:rsidR="00442D6D" w:rsidRDefault="00442D6D" w:rsidP="00442D6D">
            <w:pPr>
              <w:spacing w:line="264" w:lineRule="auto"/>
            </w:pPr>
            <w:r>
              <w:t>Kat. číslo</w:t>
            </w:r>
          </w:p>
        </w:tc>
        <w:tc>
          <w:tcPr>
            <w:tcW w:w="623" w:type="dxa"/>
          </w:tcPr>
          <w:p w14:paraId="35BA3B90" w14:textId="77777777" w:rsidR="00442D6D" w:rsidRDefault="00442D6D" w:rsidP="00442D6D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Kat.</w:t>
            </w:r>
          </w:p>
        </w:tc>
        <w:tc>
          <w:tcPr>
            <w:tcW w:w="3485" w:type="dxa"/>
          </w:tcPr>
          <w:p w14:paraId="448BDF79" w14:textId="77777777" w:rsidR="00442D6D" w:rsidRDefault="00442D6D" w:rsidP="00442D6D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Název odpadu</w:t>
            </w:r>
          </w:p>
        </w:tc>
        <w:tc>
          <w:tcPr>
            <w:tcW w:w="547" w:type="dxa"/>
          </w:tcPr>
          <w:p w14:paraId="45090ED5" w14:textId="77777777" w:rsidR="00442D6D" w:rsidRDefault="00442D6D" w:rsidP="00442D6D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m.j</w:t>
            </w:r>
            <w:proofErr w:type="spellEnd"/>
          </w:p>
        </w:tc>
        <w:tc>
          <w:tcPr>
            <w:tcW w:w="1471" w:type="dxa"/>
          </w:tcPr>
          <w:p w14:paraId="078ACE1C" w14:textId="77777777" w:rsidR="00442D6D" w:rsidRDefault="00442D6D" w:rsidP="00442D6D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Množství v SO 90-90</w:t>
            </w:r>
          </w:p>
        </w:tc>
        <w:tc>
          <w:tcPr>
            <w:tcW w:w="1471" w:type="dxa"/>
          </w:tcPr>
          <w:p w14:paraId="7311BBA5" w14:textId="77777777" w:rsidR="00442D6D" w:rsidRDefault="00442D6D" w:rsidP="00442D6D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Množství v PS a SO</w:t>
            </w:r>
          </w:p>
        </w:tc>
      </w:tr>
      <w:tr w:rsidR="00442D6D" w14:paraId="0F655823" w14:textId="77777777" w:rsidTr="006C5CFD">
        <w:trPr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14:paraId="0524705D" w14:textId="77777777" w:rsidR="00442D6D" w:rsidRDefault="00442D6D" w:rsidP="00442D6D">
            <w:pPr>
              <w:spacing w:line="264" w:lineRule="auto"/>
            </w:pPr>
            <w:r>
              <w:t>17 05 04</w:t>
            </w:r>
          </w:p>
        </w:tc>
        <w:tc>
          <w:tcPr>
            <w:tcW w:w="623" w:type="dxa"/>
          </w:tcPr>
          <w:p w14:paraId="61F75595" w14:textId="77777777" w:rsidR="00442D6D" w:rsidRDefault="00442D6D" w:rsidP="00442D6D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</w:p>
        </w:tc>
        <w:tc>
          <w:tcPr>
            <w:tcW w:w="3485" w:type="dxa"/>
          </w:tcPr>
          <w:p w14:paraId="689B1F00" w14:textId="77777777" w:rsidR="00442D6D" w:rsidRPr="00E9386C" w:rsidRDefault="00442D6D" w:rsidP="00442D6D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386C">
              <w:rPr>
                <w:sz w:val="20"/>
                <w:szCs w:val="20"/>
              </w:rPr>
              <w:t>VYTĚŽENÉ ZEMINY A HORNINY - I. TŘÍDA TĚŽITELNOSTI, včetně dopravy</w:t>
            </w:r>
          </w:p>
        </w:tc>
        <w:tc>
          <w:tcPr>
            <w:tcW w:w="547" w:type="dxa"/>
          </w:tcPr>
          <w:p w14:paraId="22013618" w14:textId="77777777" w:rsidR="00442D6D" w:rsidRDefault="00442D6D" w:rsidP="00442D6D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tcW w:w="1471" w:type="dxa"/>
          </w:tcPr>
          <w:p w14:paraId="2384EA32" w14:textId="77777777" w:rsidR="00442D6D" w:rsidRDefault="00442D6D" w:rsidP="00442D6D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86C">
              <w:rPr>
                <w:color w:val="FF0000"/>
              </w:rPr>
              <w:t>55 958,887</w:t>
            </w:r>
          </w:p>
        </w:tc>
        <w:tc>
          <w:tcPr>
            <w:tcW w:w="1471" w:type="dxa"/>
          </w:tcPr>
          <w:p w14:paraId="3D1951D6" w14:textId="77777777" w:rsidR="00442D6D" w:rsidRDefault="00442D6D" w:rsidP="00442D6D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50 958,887</w:t>
            </w:r>
          </w:p>
        </w:tc>
      </w:tr>
      <w:tr w:rsidR="00442D6D" w14:paraId="48B85F17" w14:textId="77777777" w:rsidTr="006C5CFD">
        <w:trPr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14:paraId="3DF2DE94" w14:textId="77777777" w:rsidR="00442D6D" w:rsidRDefault="00442D6D" w:rsidP="00442D6D">
            <w:pPr>
              <w:spacing w:line="264" w:lineRule="auto"/>
            </w:pPr>
            <w:r>
              <w:t>16 02 14</w:t>
            </w:r>
          </w:p>
        </w:tc>
        <w:tc>
          <w:tcPr>
            <w:tcW w:w="623" w:type="dxa"/>
          </w:tcPr>
          <w:p w14:paraId="29519F85" w14:textId="77777777" w:rsidR="00442D6D" w:rsidRDefault="00442D6D" w:rsidP="00442D6D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</w:p>
        </w:tc>
        <w:tc>
          <w:tcPr>
            <w:tcW w:w="3485" w:type="dxa"/>
          </w:tcPr>
          <w:p w14:paraId="3B617D4B" w14:textId="77777777" w:rsidR="00442D6D" w:rsidRPr="00E9386C" w:rsidRDefault="00442D6D" w:rsidP="00442D6D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386C">
              <w:rPr>
                <w:sz w:val="20"/>
                <w:szCs w:val="20"/>
              </w:rPr>
              <w:t>ELEKTROŠROT (VYŘAZENÁ EL. ZAŘÍZENÍ A PŘÍSTR. - AL, CU A VZ. KOVY), včetně dopravy</w:t>
            </w:r>
          </w:p>
        </w:tc>
        <w:tc>
          <w:tcPr>
            <w:tcW w:w="547" w:type="dxa"/>
          </w:tcPr>
          <w:p w14:paraId="26108721" w14:textId="77777777" w:rsidR="00442D6D" w:rsidRDefault="00442D6D" w:rsidP="00442D6D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tcW w:w="1471" w:type="dxa"/>
          </w:tcPr>
          <w:p w14:paraId="631CD181" w14:textId="77777777" w:rsidR="00442D6D" w:rsidRDefault="00442D6D" w:rsidP="00442D6D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86C">
              <w:rPr>
                <w:color w:val="FF0000"/>
              </w:rPr>
              <w:t>5,016</w:t>
            </w:r>
          </w:p>
        </w:tc>
        <w:tc>
          <w:tcPr>
            <w:tcW w:w="1471" w:type="dxa"/>
          </w:tcPr>
          <w:p w14:paraId="639E3DDE" w14:textId="77777777" w:rsidR="00442D6D" w:rsidRDefault="00442D6D" w:rsidP="00442D6D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4,966</w:t>
            </w:r>
          </w:p>
        </w:tc>
      </w:tr>
      <w:tr w:rsidR="00442D6D" w14:paraId="5233B4B7" w14:textId="77777777" w:rsidTr="006C5CFD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14:paraId="6424CF58" w14:textId="77777777" w:rsidR="00442D6D" w:rsidRDefault="00442D6D" w:rsidP="00442D6D">
            <w:pPr>
              <w:spacing w:line="264" w:lineRule="auto"/>
            </w:pPr>
            <w:r>
              <w:t>17 04 10</w:t>
            </w:r>
          </w:p>
        </w:tc>
        <w:tc>
          <w:tcPr>
            <w:tcW w:w="623" w:type="dxa"/>
          </w:tcPr>
          <w:p w14:paraId="73334293" w14:textId="77777777" w:rsidR="00442D6D" w:rsidRDefault="00442D6D" w:rsidP="00442D6D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</w:p>
        </w:tc>
        <w:tc>
          <w:tcPr>
            <w:tcW w:w="3485" w:type="dxa"/>
          </w:tcPr>
          <w:p w14:paraId="108DF8EB" w14:textId="77777777" w:rsidR="00442D6D" w:rsidRPr="00E9386C" w:rsidRDefault="00442D6D" w:rsidP="00442D6D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386C">
              <w:rPr>
                <w:sz w:val="20"/>
                <w:szCs w:val="20"/>
              </w:rPr>
              <w:t>KABELY S PLASTOVOU IZOLACÍ, včetně dopravy</w:t>
            </w:r>
          </w:p>
        </w:tc>
        <w:tc>
          <w:tcPr>
            <w:tcW w:w="547" w:type="dxa"/>
          </w:tcPr>
          <w:p w14:paraId="3192F80F" w14:textId="77777777" w:rsidR="00442D6D" w:rsidRDefault="00442D6D" w:rsidP="00442D6D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tcW w:w="1471" w:type="dxa"/>
          </w:tcPr>
          <w:p w14:paraId="6E432320" w14:textId="77777777" w:rsidR="00442D6D" w:rsidRDefault="00442D6D" w:rsidP="00442D6D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86C">
              <w:rPr>
                <w:color w:val="FF0000"/>
              </w:rPr>
              <w:t>5,400</w:t>
            </w:r>
          </w:p>
        </w:tc>
        <w:tc>
          <w:tcPr>
            <w:tcW w:w="1471" w:type="dxa"/>
          </w:tcPr>
          <w:p w14:paraId="20A76E00" w14:textId="77777777" w:rsidR="00442D6D" w:rsidRDefault="00442D6D" w:rsidP="00442D6D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3,8</w:t>
            </w:r>
          </w:p>
        </w:tc>
      </w:tr>
      <w:tr w:rsidR="00442D6D" w14:paraId="5241AD5C" w14:textId="77777777" w:rsidTr="006C5CFD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14:paraId="24A8AB98" w14:textId="77777777" w:rsidR="00442D6D" w:rsidRDefault="00442D6D" w:rsidP="00442D6D">
            <w:pPr>
              <w:spacing w:line="264" w:lineRule="auto"/>
            </w:pPr>
            <w:r>
              <w:t>15 01 02</w:t>
            </w:r>
          </w:p>
        </w:tc>
        <w:tc>
          <w:tcPr>
            <w:tcW w:w="623" w:type="dxa"/>
          </w:tcPr>
          <w:p w14:paraId="75CBBB42" w14:textId="77777777" w:rsidR="00442D6D" w:rsidRDefault="00442D6D" w:rsidP="00442D6D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</w:p>
        </w:tc>
        <w:tc>
          <w:tcPr>
            <w:tcW w:w="3485" w:type="dxa"/>
          </w:tcPr>
          <w:p w14:paraId="23DBD966" w14:textId="77777777" w:rsidR="00442D6D" w:rsidRPr="00E9386C" w:rsidRDefault="00442D6D" w:rsidP="00442D6D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386C">
              <w:rPr>
                <w:sz w:val="20"/>
                <w:szCs w:val="20"/>
              </w:rPr>
              <w:t>PLASTOVÉ OBALY, včetně dopravy</w:t>
            </w:r>
          </w:p>
        </w:tc>
        <w:tc>
          <w:tcPr>
            <w:tcW w:w="547" w:type="dxa"/>
          </w:tcPr>
          <w:p w14:paraId="442FF2CC" w14:textId="77777777" w:rsidR="00442D6D" w:rsidRDefault="00442D6D" w:rsidP="00442D6D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tcW w:w="1471" w:type="dxa"/>
          </w:tcPr>
          <w:p w14:paraId="7E8266A7" w14:textId="77777777" w:rsidR="00442D6D" w:rsidRDefault="00442D6D" w:rsidP="00442D6D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86C">
              <w:rPr>
                <w:color w:val="FF0000"/>
              </w:rPr>
              <w:t>0,900</w:t>
            </w:r>
          </w:p>
        </w:tc>
        <w:tc>
          <w:tcPr>
            <w:tcW w:w="1471" w:type="dxa"/>
          </w:tcPr>
          <w:p w14:paraId="6BA9201B" w14:textId="77777777" w:rsidR="00442D6D" w:rsidRDefault="00442D6D" w:rsidP="00442D6D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0,450</w:t>
            </w:r>
          </w:p>
        </w:tc>
      </w:tr>
    </w:tbl>
    <w:p w14:paraId="3CA47E82" w14:textId="77777777" w:rsidR="00442D6D" w:rsidRDefault="00442D6D" w:rsidP="00442D6D">
      <w:pPr>
        <w:spacing w:after="0"/>
      </w:pPr>
    </w:p>
    <w:p w14:paraId="0D962423" w14:textId="77777777" w:rsidR="00442D6D" w:rsidRPr="000157D1" w:rsidRDefault="00442D6D" w:rsidP="00442D6D">
      <w:pPr>
        <w:spacing w:after="0"/>
      </w:pPr>
      <w:r>
        <w:t>Žádáme zadavatele o prověření množství odpadů uvedených v SO 90-90.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B24335" w14:textId="3706B0BA" w:rsidR="00BD5319" w:rsidRDefault="00BD5319" w:rsidP="00A42914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529D9DF" w14:textId="2F910F62" w:rsidR="00BD699D" w:rsidRPr="0052090B" w:rsidRDefault="00BD699D" w:rsidP="00A42914">
      <w:pPr>
        <w:spacing w:after="0"/>
        <w:rPr>
          <w:rFonts w:eastAsia="Calibri" w:cs="Times New Roman"/>
          <w:lang w:eastAsia="cs-CZ"/>
        </w:rPr>
      </w:pPr>
      <w:r w:rsidRPr="0052090B">
        <w:rPr>
          <w:rFonts w:eastAsia="Calibri" w:cs="Times New Roman"/>
          <w:lang w:eastAsia="cs-CZ"/>
        </w:rPr>
        <w:t xml:space="preserve">Množství odpadů v SO 90-90 bylo prověřeno a u výše uvedených položek bylo upraveno jejich množství na hodnoty z pravého sloupce tabulky. </w:t>
      </w:r>
    </w:p>
    <w:p w14:paraId="2C63B97D" w14:textId="32790AFD" w:rsidR="00442D6D" w:rsidRDefault="00442D6D" w:rsidP="00A42914">
      <w:pPr>
        <w:spacing w:after="0"/>
        <w:rPr>
          <w:rFonts w:eastAsia="Calibri" w:cs="Times New Roman"/>
          <w:b/>
          <w:lang w:eastAsia="cs-CZ"/>
        </w:rPr>
      </w:pPr>
    </w:p>
    <w:p w14:paraId="68A752F1" w14:textId="77777777" w:rsidR="00026D3B" w:rsidRPr="00BD5319" w:rsidRDefault="00026D3B" w:rsidP="00A42914">
      <w:pPr>
        <w:spacing w:after="0"/>
        <w:rPr>
          <w:rFonts w:eastAsia="Calibri" w:cs="Times New Roman"/>
          <w:b/>
          <w:lang w:eastAsia="cs-CZ"/>
        </w:rPr>
      </w:pPr>
    </w:p>
    <w:p w14:paraId="7C111671" w14:textId="51228249" w:rsidR="00A42914" w:rsidRPr="00A42914" w:rsidRDefault="00A42914" w:rsidP="00A4291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A42914">
        <w:rPr>
          <w:rFonts w:asciiTheme="majorHAnsi" w:eastAsia="Calibri" w:hAnsiTheme="majorHAnsi" w:cs="Times New Roman"/>
          <w:b/>
          <w:lang w:eastAsia="cs-CZ"/>
        </w:rPr>
        <w:t>Dotaz č. 6</w:t>
      </w:r>
      <w:r w:rsidR="00026D3B">
        <w:rPr>
          <w:rFonts w:asciiTheme="majorHAnsi" w:eastAsia="Calibri" w:hAnsiTheme="majorHAnsi" w:cs="Times New Roman"/>
          <w:b/>
          <w:lang w:eastAsia="cs-CZ"/>
        </w:rPr>
        <w:t>8</w:t>
      </w:r>
      <w:r w:rsidRPr="00A42914">
        <w:rPr>
          <w:rFonts w:asciiTheme="majorHAnsi" w:eastAsia="Calibri" w:hAnsiTheme="majorHAnsi" w:cs="Times New Roman"/>
          <w:b/>
          <w:lang w:eastAsia="cs-CZ"/>
        </w:rPr>
        <w:t>:</w:t>
      </w:r>
    </w:p>
    <w:p w14:paraId="2D750474" w14:textId="77777777" w:rsidR="00A42914" w:rsidRPr="00A42914" w:rsidRDefault="00A42914" w:rsidP="00A42914">
      <w:pPr>
        <w:spacing w:after="0"/>
        <w:rPr>
          <w:rFonts w:asciiTheme="majorHAnsi" w:hAnsiTheme="majorHAnsi" w:cs="Arial"/>
          <w:bCs/>
          <w:color w:val="000000"/>
        </w:rPr>
      </w:pPr>
      <w:r w:rsidRPr="00A42914">
        <w:rPr>
          <w:rFonts w:asciiTheme="majorHAnsi" w:hAnsiTheme="majorHAnsi" w:cs="Arial"/>
          <w:bCs/>
          <w:color w:val="000000"/>
        </w:rPr>
        <w:t xml:space="preserve">Zadavatelem postoupená dokumentace – výkaz výměr – </w:t>
      </w:r>
      <w:r w:rsidRPr="00460B9B">
        <w:rPr>
          <w:rFonts w:asciiTheme="majorHAnsi" w:hAnsiTheme="majorHAnsi" w:cs="Arial"/>
          <w:b/>
          <w:bCs/>
          <w:color w:val="000000"/>
        </w:rPr>
        <w:t>SO 31-20-01</w:t>
      </w:r>
      <w:r w:rsidRPr="00A42914">
        <w:rPr>
          <w:rFonts w:asciiTheme="majorHAnsi" w:hAnsiTheme="majorHAnsi" w:cs="Arial"/>
          <w:bCs/>
          <w:color w:val="000000"/>
        </w:rPr>
        <w:t xml:space="preserve"> – most ev. km 157,872, u položky č. 19 - ZÁPOROVÉ PAŽENÍ Z KOVU DOČASNÉ jsme zjistili nesrovnalost ve výpočtu množství tun viz výstřižek níže.</w:t>
      </w:r>
    </w:p>
    <w:p w14:paraId="7D389141" w14:textId="77777777" w:rsidR="00A42914" w:rsidRPr="00A42914" w:rsidRDefault="00A42914" w:rsidP="00A42914">
      <w:pPr>
        <w:spacing w:after="0"/>
        <w:rPr>
          <w:rFonts w:asciiTheme="majorHAnsi" w:hAnsiTheme="majorHAnsi" w:cs="Arial"/>
          <w:bCs/>
          <w:color w:val="000000"/>
        </w:rPr>
      </w:pPr>
    </w:p>
    <w:p w14:paraId="7E2976E0" w14:textId="7EC45D58" w:rsidR="00A42914" w:rsidRPr="00A42914" w:rsidRDefault="00A42914" w:rsidP="00A42914">
      <w:pPr>
        <w:spacing w:after="0"/>
        <w:rPr>
          <w:rFonts w:asciiTheme="majorHAnsi" w:hAnsiTheme="majorHAnsi" w:cs="Arial"/>
          <w:bCs/>
          <w:color w:val="000000"/>
        </w:rPr>
      </w:pPr>
      <w:r w:rsidRPr="00A42914">
        <w:rPr>
          <w:rFonts w:asciiTheme="majorHAnsi" w:hAnsiTheme="majorHAnsi" w:cs="Arial"/>
          <w:noProof/>
          <w:color w:val="000000"/>
          <w:lang w:val="en-US"/>
        </w:rPr>
        <w:lastRenderedPageBreak/>
        <w:drawing>
          <wp:inline distT="0" distB="0" distL="0" distR="0" wp14:anchorId="0D270845" wp14:editId="13B28333">
            <wp:extent cx="5722620" cy="3942249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072" cy="3968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C76A0" w14:textId="404BA606" w:rsidR="00A42914" w:rsidRPr="00A42914" w:rsidRDefault="00A42914" w:rsidP="00A42914">
      <w:pPr>
        <w:spacing w:after="0"/>
        <w:rPr>
          <w:rFonts w:asciiTheme="majorHAnsi" w:hAnsiTheme="majorHAnsi" w:cs="Arial"/>
          <w:bCs/>
          <w:color w:val="000000"/>
        </w:rPr>
      </w:pPr>
      <w:r w:rsidRPr="00A42914">
        <w:rPr>
          <w:rFonts w:asciiTheme="majorHAnsi" w:hAnsiTheme="majorHAnsi" w:cs="Arial"/>
          <w:bCs/>
          <w:color w:val="000000"/>
        </w:rPr>
        <w:t>Hmotnost 1 m HEB 160 profilu je 46,2 kg, projektant ve VV uvádí 117 kg/m.</w:t>
      </w:r>
    </w:p>
    <w:p w14:paraId="4ACFB8A2" w14:textId="77777777" w:rsidR="00A42914" w:rsidRPr="00026D3B" w:rsidRDefault="00A42914" w:rsidP="00A42914">
      <w:pPr>
        <w:spacing w:after="0"/>
        <w:rPr>
          <w:rFonts w:asciiTheme="majorHAnsi" w:hAnsiTheme="majorHAnsi" w:cs="Arial"/>
          <w:color w:val="000000"/>
        </w:rPr>
      </w:pPr>
      <w:r w:rsidRPr="00026D3B">
        <w:rPr>
          <w:rFonts w:asciiTheme="majorHAnsi" w:hAnsiTheme="majorHAnsi" w:cs="Arial"/>
          <w:color w:val="000000"/>
        </w:rPr>
        <w:t>Žádáme zadavatele o prověření, případně o opravu výměry dané položky.</w:t>
      </w:r>
    </w:p>
    <w:p w14:paraId="22BA9706" w14:textId="6B408C68" w:rsidR="00442D6D" w:rsidRPr="00026D3B" w:rsidRDefault="00442D6D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9E05BF2" w14:textId="77777777" w:rsid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6D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A5AAEFA" w14:textId="22BAC68E" w:rsidR="00233E59" w:rsidRPr="0052090B" w:rsidRDefault="00233E59" w:rsidP="00233E59">
      <w:pPr>
        <w:spacing w:after="0"/>
        <w:rPr>
          <w:rFonts w:asciiTheme="majorHAnsi" w:eastAsia="Calibri" w:hAnsiTheme="majorHAnsi"/>
          <w:lang w:eastAsia="cs-CZ"/>
        </w:rPr>
      </w:pPr>
      <w:r w:rsidRPr="0052090B">
        <w:rPr>
          <w:rFonts w:asciiTheme="majorHAnsi" w:eastAsia="Calibri" w:hAnsiTheme="majorHAnsi" w:cs="Times New Roman"/>
          <w:lang w:eastAsia="cs-CZ"/>
        </w:rPr>
        <w:t>Jednotková hmotnost HEB 160 byla ve</w:t>
      </w:r>
      <w:r w:rsidR="00204431" w:rsidRPr="0052090B">
        <w:rPr>
          <w:rFonts w:asciiTheme="majorHAnsi" w:eastAsia="Calibri" w:hAnsiTheme="majorHAnsi" w:cs="Times New Roman"/>
          <w:lang w:eastAsia="cs-CZ"/>
        </w:rPr>
        <w:t xml:space="preserve"> VV upravena na 46.2 kg.</w:t>
      </w:r>
      <w:r w:rsidRPr="0052090B">
        <w:rPr>
          <w:rFonts w:asciiTheme="majorHAnsi" w:eastAsia="Calibri" w:hAnsiTheme="majorHAnsi" w:cs="Times New Roman"/>
          <w:lang w:eastAsia="cs-CZ"/>
        </w:rPr>
        <w:t xml:space="preserve"> Celkové množství </w:t>
      </w:r>
      <w:r w:rsidRPr="0052090B">
        <w:rPr>
          <w:rFonts w:asciiTheme="majorHAnsi" w:eastAsia="Calibri" w:hAnsiTheme="majorHAnsi"/>
          <w:lang w:eastAsia="cs-CZ"/>
        </w:rPr>
        <w:t>u pol. č. 22694 bylo změněno </w:t>
      </w:r>
      <w:r w:rsidR="00E45D2A" w:rsidRPr="0052090B">
        <w:rPr>
          <w:rFonts w:asciiTheme="majorHAnsi" w:eastAsia="Calibri" w:hAnsiTheme="majorHAnsi"/>
          <w:lang w:eastAsia="cs-CZ"/>
        </w:rPr>
        <w:t>- původně 232,944 T na 94,807 T</w:t>
      </w:r>
      <w:r w:rsidRPr="0052090B">
        <w:rPr>
          <w:rFonts w:asciiTheme="majorHAnsi" w:eastAsia="Calibri" w:hAnsiTheme="majorHAnsi"/>
          <w:lang w:eastAsia="cs-CZ"/>
        </w:rPr>
        <w:t>.</w:t>
      </w:r>
    </w:p>
    <w:p w14:paraId="59F39005" w14:textId="13F79499" w:rsidR="00204431" w:rsidRPr="00233E59" w:rsidRDefault="00204431" w:rsidP="00026D3B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</w:p>
    <w:p w14:paraId="01F8BF2B" w14:textId="3ECA8C85" w:rsidR="00026D3B" w:rsidRP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5A21C8C" w14:textId="16099C50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6D3B">
        <w:rPr>
          <w:rFonts w:asciiTheme="majorHAnsi" w:eastAsia="Calibri" w:hAnsiTheme="majorHAnsi" w:cs="Times New Roman"/>
          <w:b/>
          <w:lang w:eastAsia="cs-CZ"/>
        </w:rPr>
        <w:t>Dotaz č. 69:</w:t>
      </w:r>
    </w:p>
    <w:p w14:paraId="7B7D911F" w14:textId="759B47A6" w:rsidR="00026D3B" w:rsidRP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  <w:r w:rsidRPr="00026D3B">
        <w:rPr>
          <w:rFonts w:asciiTheme="majorHAnsi" w:hAnsiTheme="majorHAnsi" w:cs="Tahoma"/>
          <w:b/>
          <w:color w:val="000000"/>
          <w:shd w:val="clear" w:color="auto" w:fill="FFFFFF"/>
        </w:rPr>
        <w:t>SO 31-30-05</w:t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 xml:space="preserve"> Směrová a výšková úprava tramvajové trati</w:t>
      </w:r>
      <w:r w:rsidRPr="00026D3B">
        <w:rPr>
          <w:rFonts w:asciiTheme="majorHAnsi" w:hAnsiTheme="majorHAnsi" w:cs="Tahoma"/>
          <w:color w:val="000000"/>
        </w:rPr>
        <w:br/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>Položka č.31 KOLEJ TRAMVAJOVÁ Z KOLEJNIC NT3 PRO DZP PANELY S LEPENÝMI BOKOVNICEMI</w:t>
      </w:r>
      <w:r w:rsidRPr="00026D3B">
        <w:rPr>
          <w:rFonts w:asciiTheme="majorHAnsi" w:hAnsiTheme="majorHAnsi" w:cs="Tahoma"/>
          <w:color w:val="000000"/>
        </w:rPr>
        <w:br/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>Dle popisu položky a technické zprávy str.11 jsou navrženy nové betonové tramvajové panely DZP 220/</w:t>
      </w:r>
      <w:proofErr w:type="gramStart"/>
      <w:r w:rsidRPr="00026D3B">
        <w:rPr>
          <w:rFonts w:asciiTheme="majorHAnsi" w:hAnsiTheme="majorHAnsi" w:cs="Tahoma"/>
          <w:color w:val="000000"/>
          <w:shd w:val="clear" w:color="auto" w:fill="FFFFFF"/>
        </w:rPr>
        <w:t>396-3KK</w:t>
      </w:r>
      <w:proofErr w:type="gramEnd"/>
      <w:r w:rsidRPr="00026D3B">
        <w:rPr>
          <w:rFonts w:asciiTheme="majorHAnsi" w:hAnsiTheme="majorHAnsi" w:cs="Tahoma"/>
          <w:color w:val="000000"/>
          <w:shd w:val="clear" w:color="auto" w:fill="FFFFFF"/>
        </w:rPr>
        <w:t xml:space="preserve">, s </w:t>
      </w:r>
      <w:proofErr w:type="spellStart"/>
      <w:r w:rsidRPr="00026D3B">
        <w:rPr>
          <w:rFonts w:asciiTheme="majorHAnsi" w:hAnsiTheme="majorHAnsi" w:cs="Tahoma"/>
          <w:color w:val="000000"/>
          <w:shd w:val="clear" w:color="auto" w:fill="FFFFFF"/>
        </w:rPr>
        <w:t>bezpodkladnicovým</w:t>
      </w:r>
      <w:proofErr w:type="spellEnd"/>
      <w:r w:rsidRPr="00026D3B">
        <w:rPr>
          <w:rFonts w:asciiTheme="majorHAnsi" w:hAnsiTheme="majorHAnsi" w:cs="Tahoma"/>
          <w:color w:val="000000"/>
          <w:shd w:val="clear" w:color="auto" w:fill="FFFFFF"/>
        </w:rPr>
        <w:t xml:space="preserve"> pružným upevněním typu W21 SH. Dle vzorového řezu je navržen systém upevnění W-TRAM s plastovými podkladnicemi. Systém W-TRAM dle konzultace s výrobcem není možné použít pro betonové tramvajové panely DZP 220/396-3KK. Žádáme o upřesnění požadovaného systému upevnění a případně opravu vzorového řezu.</w:t>
      </w:r>
    </w:p>
    <w:p w14:paraId="545F4090" w14:textId="77777777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D94F930" w14:textId="747C01D5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6D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AEF9F57" w14:textId="77777777" w:rsidR="005E4724" w:rsidRPr="0052090B" w:rsidRDefault="005E4724" w:rsidP="005E4724">
      <w:pPr>
        <w:spacing w:after="0"/>
        <w:rPr>
          <w:rFonts w:eastAsia="Calibri" w:cs="Times New Roman"/>
          <w:lang w:eastAsia="cs-CZ"/>
        </w:rPr>
      </w:pPr>
      <w:r w:rsidRPr="0052090B">
        <w:rPr>
          <w:rFonts w:eastAsia="Calibri" w:cs="Times New Roman"/>
          <w:lang w:eastAsia="cs-CZ"/>
        </w:rPr>
        <w:t xml:space="preserve">Bude použito upevnění W 21 SH s krytkami dle TZ. Upevnění bude složeno z prvků: dva hákové šrouby HSR 50/30, dvě podložky </w:t>
      </w:r>
      <w:proofErr w:type="spellStart"/>
      <w:r w:rsidRPr="0052090B">
        <w:rPr>
          <w:rFonts w:eastAsia="Calibri" w:cs="Times New Roman"/>
          <w:lang w:eastAsia="cs-CZ"/>
        </w:rPr>
        <w:t>Uls</w:t>
      </w:r>
      <w:proofErr w:type="spellEnd"/>
      <w:r w:rsidRPr="0052090B">
        <w:rPr>
          <w:rFonts w:eastAsia="Calibri" w:cs="Times New Roman"/>
          <w:lang w:eastAsia="cs-CZ"/>
        </w:rPr>
        <w:t xml:space="preserve"> 50/21/4, dvojitý pružný kroužek </w:t>
      </w:r>
      <w:proofErr w:type="spellStart"/>
      <w:r w:rsidRPr="0052090B">
        <w:rPr>
          <w:rFonts w:eastAsia="Calibri" w:cs="Times New Roman"/>
          <w:lang w:eastAsia="cs-CZ"/>
        </w:rPr>
        <w:t>Fe</w:t>
      </w:r>
      <w:proofErr w:type="spellEnd"/>
      <w:r w:rsidRPr="0052090B">
        <w:rPr>
          <w:rFonts w:eastAsia="Calibri" w:cs="Times New Roman"/>
          <w:lang w:eastAsia="cs-CZ"/>
        </w:rPr>
        <w:t xml:space="preserve"> 21, dvě matice M20 – SW 39, svěrka </w:t>
      </w:r>
      <w:proofErr w:type="spellStart"/>
      <w:r w:rsidRPr="0052090B">
        <w:rPr>
          <w:rFonts w:eastAsia="Calibri" w:cs="Times New Roman"/>
          <w:lang w:eastAsia="cs-CZ"/>
        </w:rPr>
        <w:t>Skl</w:t>
      </w:r>
      <w:proofErr w:type="spellEnd"/>
      <w:r w:rsidRPr="0052090B">
        <w:rPr>
          <w:rFonts w:eastAsia="Calibri" w:cs="Times New Roman"/>
          <w:lang w:eastAsia="cs-CZ"/>
        </w:rPr>
        <w:t xml:space="preserve"> 21, úhlová vodící vložka </w:t>
      </w:r>
      <w:proofErr w:type="spellStart"/>
      <w:r w:rsidRPr="0052090B">
        <w:rPr>
          <w:rFonts w:eastAsia="Calibri" w:cs="Times New Roman"/>
          <w:lang w:eastAsia="cs-CZ"/>
        </w:rPr>
        <w:t>Gp</w:t>
      </w:r>
      <w:proofErr w:type="spellEnd"/>
      <w:r w:rsidRPr="0052090B">
        <w:rPr>
          <w:rFonts w:eastAsia="Calibri" w:cs="Times New Roman"/>
          <w:lang w:eastAsia="cs-CZ"/>
        </w:rPr>
        <w:t xml:space="preserve"> 21 AT, upevňovací kotva, podložka pod patu kolejnice </w:t>
      </w:r>
      <w:proofErr w:type="spellStart"/>
      <w:r w:rsidRPr="0052090B">
        <w:rPr>
          <w:rFonts w:eastAsia="Calibri" w:cs="Times New Roman"/>
          <w:lang w:eastAsia="cs-CZ"/>
        </w:rPr>
        <w:t>Zw</w:t>
      </w:r>
      <w:proofErr w:type="spellEnd"/>
      <w:r w:rsidRPr="0052090B">
        <w:rPr>
          <w:rFonts w:eastAsia="Calibri" w:cs="Times New Roman"/>
          <w:lang w:eastAsia="cs-CZ"/>
        </w:rPr>
        <w:t>, izolátor, krytka uzlu upevnění Adk-2.</w:t>
      </w:r>
    </w:p>
    <w:p w14:paraId="25C08627" w14:textId="77777777" w:rsidR="005E4724" w:rsidRPr="0052090B" w:rsidRDefault="005E4724" w:rsidP="005E4724">
      <w:pPr>
        <w:spacing w:after="0"/>
        <w:rPr>
          <w:rFonts w:eastAsia="Calibri" w:cs="Times New Roman"/>
          <w:lang w:eastAsia="cs-CZ"/>
        </w:rPr>
      </w:pPr>
      <w:r w:rsidRPr="0052090B">
        <w:rPr>
          <w:rFonts w:eastAsia="Calibri" w:cs="Times New Roman"/>
          <w:lang w:eastAsia="cs-CZ"/>
        </w:rPr>
        <w:t>P</w:t>
      </w:r>
      <w:r w:rsidRPr="0052090B">
        <w:rPr>
          <w:rFonts w:eastAsia="Calibri" w:cs="Times New Roman" w:hint="eastAsia"/>
          <w:lang w:eastAsia="cs-CZ"/>
        </w:rPr>
        <w:t>ř</w:t>
      </w:r>
      <w:r w:rsidRPr="0052090B">
        <w:rPr>
          <w:rFonts w:eastAsia="Calibri" w:cs="Times New Roman"/>
          <w:lang w:eastAsia="cs-CZ"/>
        </w:rPr>
        <w:t>i realizaci nutno dodr</w:t>
      </w:r>
      <w:r w:rsidRPr="0052090B">
        <w:rPr>
          <w:rFonts w:eastAsia="Calibri" w:cs="Times New Roman" w:hint="eastAsia"/>
          <w:lang w:eastAsia="cs-CZ"/>
        </w:rPr>
        <w:t>ž</w:t>
      </w:r>
      <w:r w:rsidRPr="0052090B">
        <w:rPr>
          <w:rFonts w:eastAsia="Calibri" w:cs="Times New Roman"/>
          <w:lang w:eastAsia="cs-CZ"/>
        </w:rPr>
        <w:t>et aktu</w:t>
      </w:r>
      <w:r w:rsidRPr="0052090B">
        <w:rPr>
          <w:rFonts w:eastAsia="Calibri" w:cs="Times New Roman" w:hint="eastAsia"/>
          <w:lang w:eastAsia="cs-CZ"/>
        </w:rPr>
        <w:t>á</w:t>
      </w:r>
      <w:r w:rsidRPr="0052090B">
        <w:rPr>
          <w:rFonts w:eastAsia="Calibri" w:cs="Times New Roman"/>
          <w:lang w:eastAsia="cs-CZ"/>
        </w:rPr>
        <w:t>ln</w:t>
      </w:r>
      <w:r w:rsidRPr="0052090B">
        <w:rPr>
          <w:rFonts w:eastAsia="Calibri" w:cs="Times New Roman" w:hint="eastAsia"/>
          <w:lang w:eastAsia="cs-CZ"/>
        </w:rPr>
        <w:t>í</w:t>
      </w:r>
      <w:r w:rsidRPr="0052090B">
        <w:rPr>
          <w:rFonts w:eastAsia="Calibri" w:cs="Times New Roman"/>
          <w:lang w:eastAsia="cs-CZ"/>
        </w:rPr>
        <w:t xml:space="preserve"> zn</w:t>
      </w:r>
      <w:r w:rsidRPr="0052090B">
        <w:rPr>
          <w:rFonts w:eastAsia="Calibri" w:cs="Times New Roman" w:hint="eastAsia"/>
          <w:lang w:eastAsia="cs-CZ"/>
        </w:rPr>
        <w:t>ě</w:t>
      </w:r>
      <w:r w:rsidRPr="0052090B">
        <w:rPr>
          <w:rFonts w:eastAsia="Calibri" w:cs="Times New Roman"/>
          <w:lang w:eastAsia="cs-CZ"/>
        </w:rPr>
        <w:t>n</w:t>
      </w:r>
      <w:r w:rsidRPr="0052090B">
        <w:rPr>
          <w:rFonts w:eastAsia="Calibri" w:cs="Times New Roman" w:hint="eastAsia"/>
          <w:lang w:eastAsia="cs-CZ"/>
        </w:rPr>
        <w:t>í</w:t>
      </w:r>
      <w:r w:rsidRPr="0052090B">
        <w:rPr>
          <w:rFonts w:eastAsia="Calibri" w:cs="Times New Roman"/>
          <w:lang w:eastAsia="cs-CZ"/>
        </w:rPr>
        <w:t xml:space="preserve"> sm</w:t>
      </w:r>
      <w:r w:rsidRPr="0052090B">
        <w:rPr>
          <w:rFonts w:eastAsia="Calibri" w:cs="Times New Roman" w:hint="eastAsia"/>
          <w:lang w:eastAsia="cs-CZ"/>
        </w:rPr>
        <w:t>ě</w:t>
      </w:r>
      <w:r w:rsidRPr="0052090B">
        <w:rPr>
          <w:rFonts w:eastAsia="Calibri" w:cs="Times New Roman"/>
          <w:lang w:eastAsia="cs-CZ"/>
        </w:rPr>
        <w:t xml:space="preserve">rnice DPMB, a.s. </w:t>
      </w:r>
      <w:r w:rsidRPr="0052090B">
        <w:rPr>
          <w:rFonts w:eastAsia="Calibri" w:cs="Times New Roman" w:hint="eastAsia"/>
          <w:lang w:eastAsia="cs-CZ"/>
        </w:rPr>
        <w:t>–</w:t>
      </w:r>
      <w:r w:rsidRPr="0052090B">
        <w:rPr>
          <w:rFonts w:eastAsia="Calibri" w:cs="Times New Roman"/>
          <w:lang w:eastAsia="cs-CZ"/>
        </w:rPr>
        <w:t xml:space="preserve"> T09 ve zn</w:t>
      </w:r>
      <w:r w:rsidRPr="0052090B">
        <w:rPr>
          <w:rFonts w:eastAsia="Calibri" w:cs="Times New Roman" w:hint="eastAsia"/>
          <w:lang w:eastAsia="cs-CZ"/>
        </w:rPr>
        <w:t>ě</w:t>
      </w:r>
      <w:r w:rsidRPr="0052090B">
        <w:rPr>
          <w:rFonts w:eastAsia="Calibri" w:cs="Times New Roman"/>
          <w:lang w:eastAsia="cs-CZ"/>
        </w:rPr>
        <w:t>n</w:t>
      </w:r>
      <w:r w:rsidRPr="0052090B">
        <w:rPr>
          <w:rFonts w:eastAsia="Calibri" w:cs="Times New Roman" w:hint="eastAsia"/>
          <w:lang w:eastAsia="cs-CZ"/>
        </w:rPr>
        <w:t>í</w:t>
      </w:r>
    </w:p>
    <w:p w14:paraId="65E74CD3" w14:textId="2E6319B6" w:rsidR="005E4724" w:rsidRPr="0052090B" w:rsidRDefault="005E4724" w:rsidP="005E4724">
      <w:pPr>
        <w:spacing w:after="0"/>
        <w:rPr>
          <w:rFonts w:eastAsia="Calibri" w:cs="Times New Roman"/>
          <w:lang w:eastAsia="cs-CZ"/>
        </w:rPr>
      </w:pPr>
      <w:r w:rsidRPr="0052090B">
        <w:rPr>
          <w:rFonts w:eastAsia="Calibri" w:cs="Times New Roman"/>
          <w:lang w:eastAsia="cs-CZ"/>
        </w:rPr>
        <w:t>pozd</w:t>
      </w:r>
      <w:r w:rsidRPr="0052090B">
        <w:rPr>
          <w:rFonts w:eastAsia="Calibri" w:cs="Times New Roman" w:hint="eastAsia"/>
          <w:lang w:eastAsia="cs-CZ"/>
        </w:rPr>
        <w:t>ě</w:t>
      </w:r>
      <w:r w:rsidRPr="0052090B">
        <w:rPr>
          <w:rFonts w:eastAsia="Calibri" w:cs="Times New Roman"/>
          <w:lang w:eastAsia="cs-CZ"/>
        </w:rPr>
        <w:t>j</w:t>
      </w:r>
      <w:r w:rsidRPr="0052090B">
        <w:rPr>
          <w:rFonts w:eastAsia="Calibri" w:cs="Times New Roman" w:hint="eastAsia"/>
          <w:lang w:eastAsia="cs-CZ"/>
        </w:rPr>
        <w:t>ší</w:t>
      </w:r>
      <w:r w:rsidRPr="0052090B">
        <w:rPr>
          <w:rFonts w:eastAsia="Calibri" w:cs="Times New Roman"/>
          <w:lang w:eastAsia="cs-CZ"/>
        </w:rPr>
        <w:t>ch dodatk</w:t>
      </w:r>
      <w:r w:rsidRPr="0052090B">
        <w:rPr>
          <w:rFonts w:eastAsia="Calibri" w:cs="Times New Roman" w:hint="eastAsia"/>
          <w:lang w:eastAsia="cs-CZ"/>
        </w:rPr>
        <w:t>ů</w:t>
      </w:r>
      <w:r w:rsidRPr="0052090B">
        <w:rPr>
          <w:rFonts w:eastAsia="Calibri" w:cs="Times New Roman"/>
          <w:lang w:eastAsia="cs-CZ"/>
        </w:rPr>
        <w:t xml:space="preserve"> nebo v platn</w:t>
      </w:r>
      <w:r w:rsidRPr="0052090B">
        <w:rPr>
          <w:rFonts w:eastAsia="Calibri" w:cs="Times New Roman" w:hint="eastAsia"/>
          <w:lang w:eastAsia="cs-CZ"/>
        </w:rPr>
        <w:t>é</w:t>
      </w:r>
      <w:r w:rsidRPr="0052090B">
        <w:rPr>
          <w:rFonts w:eastAsia="Calibri" w:cs="Times New Roman"/>
          <w:lang w:eastAsia="cs-CZ"/>
        </w:rPr>
        <w:t>m zn</w:t>
      </w:r>
      <w:r w:rsidRPr="0052090B">
        <w:rPr>
          <w:rFonts w:eastAsia="Calibri" w:cs="Times New Roman" w:hint="eastAsia"/>
          <w:lang w:eastAsia="cs-CZ"/>
        </w:rPr>
        <w:t>ě</w:t>
      </w:r>
      <w:r w:rsidRPr="0052090B">
        <w:rPr>
          <w:rFonts w:eastAsia="Calibri" w:cs="Times New Roman"/>
          <w:lang w:eastAsia="cs-CZ"/>
        </w:rPr>
        <w:t>n</w:t>
      </w:r>
      <w:r w:rsidRPr="0052090B">
        <w:rPr>
          <w:rFonts w:eastAsia="Calibri" w:cs="Times New Roman" w:hint="eastAsia"/>
          <w:lang w:eastAsia="cs-CZ"/>
        </w:rPr>
        <w:t>í</w:t>
      </w:r>
      <w:r w:rsidRPr="0052090B">
        <w:rPr>
          <w:rFonts w:eastAsia="Calibri" w:cs="Times New Roman"/>
          <w:lang w:eastAsia="cs-CZ"/>
        </w:rPr>
        <w:t>. Vzorový řez byl opraven a je přiložen k této odpovědi.</w:t>
      </w:r>
    </w:p>
    <w:p w14:paraId="6919606C" w14:textId="11C13FEF" w:rsidR="00026D3B" w:rsidRP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6A80A8F" w14:textId="77777777" w:rsidR="00026D3B" w:rsidRP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C5BACF4" w14:textId="1B484784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6D3B">
        <w:rPr>
          <w:rFonts w:asciiTheme="majorHAnsi" w:eastAsia="Calibri" w:hAnsiTheme="majorHAnsi" w:cs="Times New Roman"/>
          <w:b/>
          <w:lang w:eastAsia="cs-CZ"/>
        </w:rPr>
        <w:t>Dotaz č. 70:</w:t>
      </w:r>
    </w:p>
    <w:p w14:paraId="5406C74F" w14:textId="24419187" w:rsidR="00026D3B" w:rsidRP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  <w:r w:rsidRPr="00026D3B">
        <w:rPr>
          <w:rFonts w:asciiTheme="majorHAnsi" w:hAnsiTheme="majorHAnsi" w:cs="Tahoma"/>
          <w:b/>
          <w:color w:val="000000"/>
          <w:shd w:val="clear" w:color="auto" w:fill="FFFFFF"/>
        </w:rPr>
        <w:t>SO 31-30-05</w:t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 xml:space="preserve"> Směrová a výšková úprava tramvajové trati</w:t>
      </w:r>
      <w:r w:rsidRPr="00026D3B">
        <w:rPr>
          <w:rFonts w:asciiTheme="majorHAnsi" w:hAnsiTheme="majorHAnsi" w:cs="Tahoma"/>
          <w:color w:val="000000"/>
        </w:rPr>
        <w:br/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>Položka č.31 KOLEJ TRAMVAJOVÁ Z KOLEJNIC NT3 PRO DZP PANELY S LEPENÝMI BOKOVNICEMI</w:t>
      </w:r>
      <w:r w:rsidRPr="00026D3B">
        <w:rPr>
          <w:rFonts w:asciiTheme="majorHAnsi" w:hAnsiTheme="majorHAnsi" w:cs="Tahoma"/>
          <w:color w:val="000000"/>
        </w:rPr>
        <w:br/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lastRenderedPageBreak/>
        <w:t>Dle technické zprávy je navrženo: „V prostoru mezi žlábkovými kolejnicemi a panely DZP jsou uloženy pryžové antivibrační pásy. Pásy omezují pronikání vibrací do kolejnicových podpor.“</w:t>
      </w:r>
      <w:r w:rsidRPr="00026D3B">
        <w:rPr>
          <w:rFonts w:asciiTheme="majorHAnsi" w:hAnsiTheme="majorHAnsi" w:cs="Tahoma"/>
          <w:color w:val="000000"/>
        </w:rPr>
        <w:br/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>Dle popisu se domníváme, že se jedná o podložku pod patu kolejnice. Žádáme o upřesnění, zda se jedná o standardní podložku pod patu kolejnice, která je součástí systému W21 SH, nebo se požaduje speciální podložka? Případně potom žádáme o upřesnění požadovaných parametrů.</w:t>
      </w:r>
    </w:p>
    <w:p w14:paraId="275B4BE9" w14:textId="77777777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3190428" w14:textId="4DF9723D" w:rsid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6D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5E14061" w14:textId="77777777" w:rsidR="005E4724" w:rsidRPr="0052090B" w:rsidRDefault="005E4724" w:rsidP="005E4724">
      <w:pPr>
        <w:spacing w:after="0"/>
        <w:rPr>
          <w:rFonts w:eastAsia="Calibri" w:cs="Times New Roman"/>
          <w:lang w:eastAsia="cs-CZ"/>
        </w:rPr>
      </w:pPr>
      <w:r w:rsidRPr="0052090B">
        <w:rPr>
          <w:rFonts w:eastAsia="Calibri" w:cs="Times New Roman"/>
          <w:lang w:eastAsia="cs-CZ"/>
        </w:rPr>
        <w:t>Mezi žlábkovými kolejnicemi a DZP panelem musí být umístěn tzv. podpatní profil</w:t>
      </w:r>
    </w:p>
    <w:p w14:paraId="7D6F7691" w14:textId="77777777" w:rsidR="005E4724" w:rsidRPr="0052090B" w:rsidRDefault="005E4724" w:rsidP="005E4724">
      <w:pPr>
        <w:spacing w:after="0"/>
        <w:rPr>
          <w:rFonts w:eastAsia="Calibri" w:cs="Times New Roman"/>
          <w:lang w:eastAsia="cs-CZ"/>
        </w:rPr>
      </w:pPr>
      <w:r w:rsidRPr="0052090B">
        <w:rPr>
          <w:rFonts w:eastAsia="Calibri" w:cs="Times New Roman"/>
          <w:lang w:eastAsia="cs-CZ"/>
        </w:rPr>
        <w:t xml:space="preserve">ve tvaru U </w:t>
      </w:r>
      <w:proofErr w:type="spellStart"/>
      <w:r w:rsidRPr="0052090B">
        <w:rPr>
          <w:rFonts w:eastAsia="Calibri" w:cs="Times New Roman"/>
          <w:lang w:eastAsia="cs-CZ"/>
        </w:rPr>
        <w:t>tl</w:t>
      </w:r>
      <w:proofErr w:type="spellEnd"/>
      <w:r w:rsidRPr="0052090B">
        <w:rPr>
          <w:rFonts w:eastAsia="Calibri" w:cs="Times New Roman"/>
          <w:lang w:eastAsia="cs-CZ"/>
        </w:rPr>
        <w:t>. 10 mm.</w:t>
      </w:r>
    </w:p>
    <w:p w14:paraId="75A067B2" w14:textId="77777777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011EAA2" w14:textId="77777777" w:rsidR="00026D3B" w:rsidRP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3D9E0A6A" w14:textId="4C84DF45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6D3B">
        <w:rPr>
          <w:rFonts w:asciiTheme="majorHAnsi" w:eastAsia="Calibri" w:hAnsiTheme="majorHAnsi" w:cs="Times New Roman"/>
          <w:b/>
          <w:lang w:eastAsia="cs-CZ"/>
        </w:rPr>
        <w:t>Dotaz č. 71:</w:t>
      </w:r>
    </w:p>
    <w:p w14:paraId="73025A00" w14:textId="5DBD8F7F" w:rsidR="00026D3B" w:rsidRP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  <w:r w:rsidRPr="00026D3B">
        <w:rPr>
          <w:rFonts w:asciiTheme="majorHAnsi" w:hAnsiTheme="majorHAnsi" w:cs="Tahoma"/>
          <w:b/>
          <w:color w:val="000000"/>
          <w:shd w:val="clear" w:color="auto" w:fill="FFFFFF"/>
        </w:rPr>
        <w:t>SO 31-30-05</w:t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 xml:space="preserve"> Směrová a výšková úprava tramvajové trati</w:t>
      </w:r>
      <w:r w:rsidRPr="00026D3B">
        <w:rPr>
          <w:rFonts w:asciiTheme="majorHAnsi" w:hAnsiTheme="majorHAnsi" w:cs="Tahoma"/>
          <w:color w:val="000000"/>
        </w:rPr>
        <w:br/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>Položka č.26 ZŘÍZENÍ KONSTRUKČNÍ VRSTVY TĚLESA ŽELEZNIČNÍHO SPODKU Z ANTIVIBRAČNÍCH ROHOŽÍ VODOROVNÝCH TL. OD 21 DO 30 MM – 1740 M2</w:t>
      </w:r>
      <w:r w:rsidRPr="00026D3B">
        <w:rPr>
          <w:rFonts w:asciiTheme="majorHAnsi" w:hAnsiTheme="majorHAnsi" w:cs="Tahoma"/>
          <w:color w:val="000000"/>
        </w:rPr>
        <w:br/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>Žádáme o poskytnutí požadovaných parametrů a specifikaci antivibrační rohože.</w:t>
      </w:r>
    </w:p>
    <w:p w14:paraId="526F15AE" w14:textId="77777777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C439581" w14:textId="76D7DE10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6D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E6BA885" w14:textId="77777777" w:rsidR="005E4724" w:rsidRPr="0052090B" w:rsidRDefault="005E4724" w:rsidP="005E4724">
      <w:pPr>
        <w:spacing w:after="0"/>
        <w:rPr>
          <w:rFonts w:eastAsia="Calibri" w:cs="Times New Roman"/>
          <w:highlight w:val="cyan"/>
          <w:lang w:eastAsia="cs-CZ"/>
        </w:rPr>
      </w:pPr>
      <w:r w:rsidRPr="0052090B">
        <w:rPr>
          <w:rFonts w:eastAsia="Calibri" w:cs="Times New Roman"/>
          <w:lang w:eastAsia="cs-CZ"/>
        </w:rPr>
        <w:t>Dle vzorových listů sm</w:t>
      </w:r>
      <w:r w:rsidRPr="0052090B">
        <w:rPr>
          <w:rFonts w:eastAsia="Calibri" w:cs="Times New Roman" w:hint="eastAsia"/>
          <w:lang w:eastAsia="cs-CZ"/>
        </w:rPr>
        <w:t>ě</w:t>
      </w:r>
      <w:r w:rsidRPr="0052090B">
        <w:rPr>
          <w:rFonts w:eastAsia="Calibri" w:cs="Times New Roman"/>
          <w:lang w:eastAsia="cs-CZ"/>
        </w:rPr>
        <w:t xml:space="preserve">rnice DPMB, a.s. </w:t>
      </w:r>
      <w:r w:rsidRPr="0052090B">
        <w:rPr>
          <w:rFonts w:eastAsia="Calibri" w:cs="Times New Roman" w:hint="eastAsia"/>
          <w:lang w:eastAsia="cs-CZ"/>
        </w:rPr>
        <w:t>–</w:t>
      </w:r>
      <w:r w:rsidRPr="0052090B">
        <w:rPr>
          <w:rFonts w:eastAsia="Calibri" w:cs="Times New Roman"/>
          <w:lang w:eastAsia="cs-CZ"/>
        </w:rPr>
        <w:t xml:space="preserve"> T09 je antivibrační rohož specifikována pouze tloušťkou. Blíže materiál není specifikován.</w:t>
      </w:r>
    </w:p>
    <w:p w14:paraId="1EFF6F95" w14:textId="77777777" w:rsidR="00026D3B" w:rsidRP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486858F5" w14:textId="77777777" w:rsidR="00026D3B" w:rsidRP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62980D3" w14:textId="716FFFED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6D3B">
        <w:rPr>
          <w:rFonts w:asciiTheme="majorHAnsi" w:eastAsia="Calibri" w:hAnsiTheme="majorHAnsi" w:cs="Times New Roman"/>
          <w:b/>
          <w:lang w:eastAsia="cs-CZ"/>
        </w:rPr>
        <w:t>Dotaz č. 72:</w:t>
      </w:r>
    </w:p>
    <w:p w14:paraId="614005FA" w14:textId="5D3B6A54" w:rsidR="00026D3B" w:rsidRP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  <w:r w:rsidRPr="00026D3B">
        <w:rPr>
          <w:rFonts w:asciiTheme="majorHAnsi" w:hAnsiTheme="majorHAnsi" w:cs="Tahoma"/>
          <w:b/>
          <w:color w:val="000000"/>
          <w:shd w:val="clear" w:color="auto" w:fill="FFFFFF"/>
        </w:rPr>
        <w:t>SO 31-30-05</w:t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 xml:space="preserve"> Směrová a výšková úprava tramvajové trati</w:t>
      </w:r>
      <w:r w:rsidRPr="00026D3B">
        <w:rPr>
          <w:rFonts w:asciiTheme="majorHAnsi" w:hAnsiTheme="majorHAnsi" w:cs="Tahoma"/>
          <w:color w:val="000000"/>
        </w:rPr>
        <w:br/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>Dle přílohy 4.0011_vv jsou navrženy „rozchodnice - ocel S235 ve tvaru Z po 3,2 m obalená pružným materiálem“. Žádáme o upřesnění požadavku na obalení rozchodnic, požadovaných parametrů provedení a materiálu pro obalení rozchodnic.</w:t>
      </w:r>
    </w:p>
    <w:p w14:paraId="51E91BAF" w14:textId="77777777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032342A" w14:textId="62898CBD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6D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E61C4FE" w14:textId="50434F2C" w:rsidR="005E4724" w:rsidRPr="0052090B" w:rsidRDefault="00862BDA" w:rsidP="005E4724">
      <w:pPr>
        <w:spacing w:after="0"/>
        <w:rPr>
          <w:rFonts w:eastAsia="Calibri" w:cs="Times New Roman"/>
          <w:highlight w:val="cyan"/>
          <w:lang w:eastAsia="cs-CZ"/>
        </w:rPr>
      </w:pPr>
      <w:r w:rsidRPr="0052090B">
        <w:rPr>
          <w:rFonts w:eastAsia="Calibri" w:cs="Times New Roman"/>
          <w:lang w:eastAsia="cs-CZ"/>
        </w:rPr>
        <w:t>Dle podmínek</w:t>
      </w:r>
      <w:r w:rsidR="005E4724" w:rsidRPr="0052090B">
        <w:rPr>
          <w:rFonts w:eastAsia="Calibri" w:cs="Times New Roman"/>
          <w:lang w:eastAsia="cs-CZ"/>
        </w:rPr>
        <w:t xml:space="preserve"> DPMB lze do kolej</w:t>
      </w:r>
      <w:r w:rsidRPr="0052090B">
        <w:rPr>
          <w:rFonts w:eastAsia="Calibri" w:cs="Times New Roman"/>
          <w:lang w:eastAsia="cs-CZ"/>
        </w:rPr>
        <w:t xml:space="preserve">e vkládat výhradně rozchodnice </w:t>
      </w:r>
      <w:r w:rsidR="005E4724" w:rsidRPr="0052090B">
        <w:rPr>
          <w:rFonts w:eastAsia="Calibri" w:cs="Times New Roman"/>
          <w:lang w:eastAsia="cs-CZ"/>
        </w:rPr>
        <w:t>průřez</w:t>
      </w:r>
      <w:r w:rsidRPr="0052090B">
        <w:rPr>
          <w:rFonts w:eastAsia="Calibri" w:cs="Times New Roman"/>
          <w:lang w:eastAsia="cs-CZ"/>
        </w:rPr>
        <w:t>u</w:t>
      </w:r>
      <w:r w:rsidR="005E4724" w:rsidRPr="0052090B">
        <w:rPr>
          <w:rFonts w:eastAsia="Calibri" w:cs="Times New Roman"/>
          <w:lang w:eastAsia="cs-CZ"/>
        </w:rPr>
        <w:t xml:space="preserve"> 50x20 z oceli jakosti S235 a vyšší (dle ČSN EN 10025-2). Rozchodnice lze ke kolejnicím přichytit výhradně šroubovým spojem. Dle sm</w:t>
      </w:r>
      <w:r w:rsidR="005E4724" w:rsidRPr="0052090B">
        <w:rPr>
          <w:rFonts w:eastAsia="Calibri" w:cs="Times New Roman" w:hint="eastAsia"/>
          <w:lang w:eastAsia="cs-CZ"/>
        </w:rPr>
        <w:t>ě</w:t>
      </w:r>
      <w:r w:rsidR="005E4724" w:rsidRPr="0052090B">
        <w:rPr>
          <w:rFonts w:eastAsia="Calibri" w:cs="Times New Roman"/>
          <w:lang w:eastAsia="cs-CZ"/>
        </w:rPr>
        <w:t xml:space="preserve">rnice DPMB, a.s. </w:t>
      </w:r>
      <w:r w:rsidR="005E4724" w:rsidRPr="0052090B">
        <w:rPr>
          <w:rFonts w:eastAsia="Calibri" w:cs="Times New Roman" w:hint="eastAsia"/>
          <w:lang w:eastAsia="cs-CZ"/>
        </w:rPr>
        <w:t>–</w:t>
      </w:r>
      <w:r w:rsidR="005E4724" w:rsidRPr="0052090B">
        <w:rPr>
          <w:rFonts w:eastAsia="Calibri" w:cs="Times New Roman"/>
          <w:lang w:eastAsia="cs-CZ"/>
        </w:rPr>
        <w:t xml:space="preserve"> T09 není pružný materiál pro obalení rozchodnic specifikován.</w:t>
      </w:r>
    </w:p>
    <w:p w14:paraId="4770634B" w14:textId="70BA128B" w:rsidR="00026D3B" w:rsidRP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D664A9E" w14:textId="48496D6F" w:rsidR="00026D3B" w:rsidRP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F1460A6" w14:textId="2D1748CC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6D3B">
        <w:rPr>
          <w:rFonts w:asciiTheme="majorHAnsi" w:eastAsia="Calibri" w:hAnsiTheme="majorHAnsi" w:cs="Times New Roman"/>
          <w:b/>
          <w:lang w:eastAsia="cs-CZ"/>
        </w:rPr>
        <w:t>Dotaz č. 73:</w:t>
      </w:r>
    </w:p>
    <w:p w14:paraId="2AEFCDB1" w14:textId="77777777" w:rsidR="00026D3B" w:rsidRPr="00026D3B" w:rsidRDefault="00026D3B" w:rsidP="00026D3B">
      <w:pPr>
        <w:spacing w:after="0"/>
        <w:rPr>
          <w:rFonts w:asciiTheme="majorHAnsi" w:hAnsiTheme="majorHAnsi" w:cs="Tahoma"/>
          <w:color w:val="000000"/>
          <w:shd w:val="clear" w:color="auto" w:fill="FFFFFF"/>
        </w:rPr>
      </w:pPr>
      <w:r w:rsidRPr="00026D3B">
        <w:rPr>
          <w:rFonts w:asciiTheme="majorHAnsi" w:hAnsiTheme="majorHAnsi" w:cs="Tahoma"/>
          <w:b/>
          <w:color w:val="000000"/>
          <w:shd w:val="clear" w:color="auto" w:fill="FFFFFF"/>
        </w:rPr>
        <w:t>SO 31-10-02</w:t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 xml:space="preserve"> ŽST Brno-Židenice, železniční svršek – provizorní stav</w:t>
      </w:r>
      <w:r w:rsidRPr="00026D3B">
        <w:rPr>
          <w:rFonts w:asciiTheme="majorHAnsi" w:hAnsiTheme="majorHAnsi" w:cs="Tahoma"/>
          <w:color w:val="000000"/>
        </w:rPr>
        <w:br/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>Položka č.33 STYKOVÉ PROPOJENÍ KOLEJNIC (</w:t>
      </w:r>
      <w:proofErr w:type="gramStart"/>
      <w:r w:rsidRPr="00026D3B">
        <w:rPr>
          <w:rFonts w:asciiTheme="majorHAnsi" w:hAnsiTheme="majorHAnsi" w:cs="Tahoma"/>
          <w:color w:val="000000"/>
          <w:shd w:val="clear" w:color="auto" w:fill="FFFFFF"/>
        </w:rPr>
        <w:t>LLI,LMI</w:t>
      </w:r>
      <w:proofErr w:type="gramEnd"/>
      <w:r w:rsidRPr="00026D3B">
        <w:rPr>
          <w:rFonts w:asciiTheme="majorHAnsi" w:hAnsiTheme="majorHAnsi" w:cs="Tahoma"/>
          <w:color w:val="000000"/>
          <w:shd w:val="clear" w:color="auto" w:fill="FFFFFF"/>
        </w:rPr>
        <w:t>) – 35 KUS</w:t>
      </w:r>
      <w:r w:rsidRPr="00026D3B">
        <w:rPr>
          <w:rFonts w:asciiTheme="majorHAnsi" w:hAnsiTheme="majorHAnsi" w:cs="Tahoma"/>
          <w:color w:val="000000"/>
        </w:rPr>
        <w:br/>
      </w:r>
      <w:r w:rsidRPr="00026D3B">
        <w:rPr>
          <w:rFonts w:asciiTheme="majorHAnsi" w:hAnsiTheme="majorHAnsi" w:cs="Tahoma"/>
          <w:b/>
          <w:color w:val="000000"/>
          <w:shd w:val="clear" w:color="auto" w:fill="FFFFFF"/>
        </w:rPr>
        <w:t>SO 31-10-01</w:t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 xml:space="preserve"> ŽST Brno-Židenice, železniční svršek</w:t>
      </w:r>
      <w:r w:rsidRPr="00026D3B">
        <w:rPr>
          <w:rFonts w:asciiTheme="majorHAnsi" w:hAnsiTheme="majorHAnsi" w:cs="Tahoma"/>
          <w:color w:val="000000"/>
        </w:rPr>
        <w:br/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>Položka č.45 STYKOVÉ PROPOJENÍ KOLEJNIC (LLI,LMI) – 35 KUS</w:t>
      </w:r>
      <w:r w:rsidRPr="00026D3B">
        <w:rPr>
          <w:rFonts w:asciiTheme="majorHAnsi" w:hAnsiTheme="majorHAnsi" w:cs="Tahoma"/>
          <w:color w:val="000000"/>
        </w:rPr>
        <w:br/>
      </w:r>
      <w:r w:rsidRPr="00026D3B">
        <w:rPr>
          <w:rFonts w:asciiTheme="majorHAnsi" w:hAnsiTheme="majorHAnsi" w:cs="Tahoma"/>
          <w:color w:val="000000"/>
          <w:shd w:val="clear" w:color="auto" w:fill="FFFFFF"/>
        </w:rPr>
        <w:t>V návaznosti na odpověď na dotaz č.35 v rámci vysvětlení dotazů č.4 žádáme zadavatele o zvážení přesunutí položek dle odbornosti a dle řešení projektovou dokumentací do rozpočtů zabezpečovacího zařízení.</w:t>
      </w:r>
    </w:p>
    <w:p w14:paraId="01BA48DA" w14:textId="77777777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EE9E12A" w14:textId="4CB2C848" w:rsidR="00026D3B" w:rsidRPr="00026D3B" w:rsidRDefault="00026D3B" w:rsidP="00026D3B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6D3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0052D3C" w14:textId="0C769E2D" w:rsidR="005E4724" w:rsidRPr="0052090B" w:rsidRDefault="005E4724" w:rsidP="005E4724">
      <w:pPr>
        <w:spacing w:after="0"/>
        <w:rPr>
          <w:rFonts w:eastAsia="Calibri" w:cs="Times New Roman"/>
          <w:strike/>
          <w:lang w:eastAsia="cs-CZ"/>
        </w:rPr>
      </w:pPr>
      <w:r w:rsidRPr="0052090B">
        <w:rPr>
          <w:rFonts w:eastAsia="Calibri" w:cs="Times New Roman"/>
          <w:lang w:eastAsia="cs-CZ"/>
        </w:rPr>
        <w:t xml:space="preserve">Dle zvyklostí u staveb SŽ je tato položka vždy umístěna v objektu železničního svršku. </w:t>
      </w:r>
    </w:p>
    <w:p w14:paraId="0D6FD151" w14:textId="77777777" w:rsid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3286ABC9" w14:textId="77777777" w:rsidR="00354CE1" w:rsidRDefault="00354CE1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5B25154" w14:textId="77777777" w:rsidR="00354CE1" w:rsidRPr="00335C0E" w:rsidRDefault="00354CE1" w:rsidP="00354CE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35C0E">
        <w:rPr>
          <w:rFonts w:asciiTheme="majorHAnsi" w:eastAsia="Calibri" w:hAnsiTheme="majorHAnsi" w:cs="Times New Roman"/>
          <w:b/>
          <w:lang w:eastAsia="cs-CZ"/>
        </w:rPr>
        <w:t>Dotaz č. 74:</w:t>
      </w:r>
    </w:p>
    <w:p w14:paraId="24E6AF5A" w14:textId="77777777" w:rsidR="00354CE1" w:rsidRPr="00335C0E" w:rsidRDefault="00354CE1" w:rsidP="00354CE1">
      <w:pPr>
        <w:spacing w:after="0"/>
        <w:rPr>
          <w:rFonts w:asciiTheme="majorHAnsi" w:hAnsiTheme="majorHAnsi" w:cs="Arial"/>
          <w:b/>
          <w:bCs/>
        </w:rPr>
      </w:pPr>
      <w:r w:rsidRPr="00335C0E">
        <w:rPr>
          <w:rFonts w:asciiTheme="majorHAnsi" w:hAnsiTheme="majorHAnsi" w:cs="Arial"/>
          <w:b/>
          <w:bCs/>
        </w:rPr>
        <w:t xml:space="preserve">SO 31-10-01 </w:t>
      </w:r>
      <w:r w:rsidRPr="00335C0E">
        <w:rPr>
          <w:rFonts w:asciiTheme="majorHAnsi" w:hAnsiTheme="majorHAnsi" w:cs="Arial"/>
          <w:bCs/>
        </w:rPr>
        <w:t>ŽST Brno-Židenice, železniční svršek</w:t>
      </w:r>
    </w:p>
    <w:p w14:paraId="40E1CD23" w14:textId="77777777" w:rsidR="00354CE1" w:rsidRPr="00335C0E" w:rsidRDefault="00354CE1" w:rsidP="00354CE1">
      <w:pPr>
        <w:spacing w:after="0"/>
        <w:rPr>
          <w:rFonts w:asciiTheme="majorHAnsi" w:hAnsiTheme="majorHAnsi" w:cs="Arial"/>
        </w:rPr>
      </w:pPr>
      <w:r w:rsidRPr="00335C0E">
        <w:rPr>
          <w:rFonts w:asciiTheme="majorHAnsi" w:hAnsiTheme="majorHAnsi" w:cs="Arial"/>
        </w:rPr>
        <w:t xml:space="preserve">V poskytnutém soupisu prací se nachází položka č. 9 KOLEJ-PŘÍPLATEK ZA KOLEJNICI ZTUŽUJÍCÍ JAKÉHOKOLIV TVARU NA PRAŽCÍCH BETONOVÝCH v celkovém množství 5,0 m. Při kontrole PD jsme o této položce nalezli zmínku, akorát v příloze D_2_1_01_SO311001_4.101.pdf, kde je pouze vyčísleno 5 m. Nicméně nikde jsme nenalezli, kde má být tato kolejnice umístěna a stejně tak chybí i detail upevnění této kolejnice. Může zadavatel doplnit tyto informace? </w:t>
      </w:r>
    </w:p>
    <w:p w14:paraId="31878F75" w14:textId="77777777" w:rsidR="00354CE1" w:rsidRPr="00335C0E" w:rsidRDefault="00354CE1" w:rsidP="00354CE1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3995681" w14:textId="77777777" w:rsidR="0052090B" w:rsidRDefault="0052090B" w:rsidP="00354CE1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89749E1" w14:textId="3D9EE3E3" w:rsidR="00354CE1" w:rsidRPr="00335C0E" w:rsidRDefault="00354CE1" w:rsidP="00354CE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35C0E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2F80B7B7" w14:textId="7C9860EF" w:rsidR="005E4724" w:rsidRPr="0052090B" w:rsidRDefault="005E4724" w:rsidP="005E4724">
      <w:pPr>
        <w:spacing w:after="0"/>
        <w:rPr>
          <w:rFonts w:asciiTheme="majorHAnsi" w:eastAsia="Times New Roman" w:hAnsiTheme="majorHAnsi" w:cs="Times New Roman"/>
          <w:strike/>
          <w:lang w:eastAsia="cs-CZ"/>
        </w:rPr>
      </w:pPr>
      <w:r w:rsidRPr="0052090B">
        <w:rPr>
          <w:rFonts w:asciiTheme="majorHAnsi" w:eastAsia="Times New Roman" w:hAnsiTheme="majorHAnsi" w:cs="Times New Roman"/>
          <w:lang w:eastAsia="cs-CZ"/>
        </w:rPr>
        <w:t xml:space="preserve">Ztužující kolejnice je umístěna u výhybky č.7. Její umístění je patrné z přílohy č. 2.006 Kolejový plán. Jedná se o atypické řešení navržené DT – </w:t>
      </w:r>
      <w:proofErr w:type="spellStart"/>
      <w:r w:rsidRPr="0052090B">
        <w:rPr>
          <w:rFonts w:asciiTheme="majorHAnsi" w:eastAsia="Times New Roman" w:hAnsiTheme="majorHAnsi" w:cs="Times New Roman"/>
          <w:lang w:eastAsia="cs-CZ"/>
        </w:rPr>
        <w:t>Výhybkárna</w:t>
      </w:r>
      <w:proofErr w:type="spellEnd"/>
      <w:r w:rsidRPr="0052090B">
        <w:rPr>
          <w:rFonts w:asciiTheme="majorHAnsi" w:eastAsia="Times New Roman" w:hAnsiTheme="majorHAnsi" w:cs="Times New Roman"/>
          <w:lang w:eastAsia="cs-CZ"/>
        </w:rPr>
        <w:t xml:space="preserve"> a strojírna, a.s.</w:t>
      </w:r>
    </w:p>
    <w:p w14:paraId="73790B45" w14:textId="7CCBBB5D" w:rsidR="00354CE1" w:rsidRPr="0052090B" w:rsidRDefault="00354CE1" w:rsidP="00026D3B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EDFD972" w14:textId="77777777" w:rsidR="0052090B" w:rsidRPr="0052090B" w:rsidRDefault="0052090B" w:rsidP="00026D3B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0E929BD" w14:textId="77777777" w:rsidR="005E4724" w:rsidRPr="0052090B" w:rsidRDefault="005E4724" w:rsidP="005E472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52090B">
        <w:rPr>
          <w:rFonts w:asciiTheme="majorHAnsi" w:eastAsia="Calibri" w:hAnsiTheme="majorHAnsi" w:cs="Times New Roman"/>
          <w:b/>
          <w:lang w:eastAsia="cs-CZ"/>
        </w:rPr>
        <w:t>Dotaz č. 75:</w:t>
      </w:r>
    </w:p>
    <w:p w14:paraId="2BF2F122" w14:textId="77777777" w:rsidR="005E4724" w:rsidRPr="0052090B" w:rsidRDefault="005E4724" w:rsidP="005E4724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52090B">
        <w:rPr>
          <w:rFonts w:ascii="Tahoma" w:hAnsi="Tahoma" w:cs="Tahoma"/>
          <w:b/>
          <w:sz w:val="19"/>
          <w:szCs w:val="19"/>
          <w:shd w:val="clear" w:color="auto" w:fill="FFFFFF"/>
        </w:rPr>
        <w:t>SO 31-10-01</w:t>
      </w:r>
      <w:r w:rsidRPr="0052090B">
        <w:rPr>
          <w:rFonts w:ascii="Tahoma" w:hAnsi="Tahoma" w:cs="Tahoma"/>
          <w:sz w:val="19"/>
          <w:szCs w:val="19"/>
          <w:shd w:val="clear" w:color="auto" w:fill="FFFFFF"/>
        </w:rPr>
        <w:t xml:space="preserve"> ŽST Brno-Židenice, železniční svršek</w:t>
      </w:r>
      <w:r w:rsidRPr="0052090B">
        <w:rPr>
          <w:rFonts w:ascii="Tahoma" w:hAnsi="Tahoma" w:cs="Tahoma"/>
          <w:sz w:val="19"/>
          <w:szCs w:val="19"/>
        </w:rPr>
        <w:br/>
      </w:r>
      <w:r w:rsidRPr="0052090B">
        <w:rPr>
          <w:rFonts w:ascii="Tahoma" w:hAnsi="Tahoma" w:cs="Tahoma"/>
          <w:b/>
          <w:sz w:val="19"/>
          <w:szCs w:val="19"/>
          <w:shd w:val="clear" w:color="auto" w:fill="FFFFFF"/>
        </w:rPr>
        <w:t>SO 31-11-01</w:t>
      </w:r>
      <w:r w:rsidRPr="0052090B">
        <w:rPr>
          <w:rFonts w:ascii="Tahoma" w:hAnsi="Tahoma" w:cs="Tahoma"/>
          <w:sz w:val="19"/>
          <w:szCs w:val="19"/>
          <w:shd w:val="clear" w:color="auto" w:fill="FFFFFF"/>
        </w:rPr>
        <w:t xml:space="preserve"> ŽST Brno-Židenice, železniční spodek</w:t>
      </w:r>
      <w:r w:rsidRPr="0052090B">
        <w:rPr>
          <w:rFonts w:ascii="Tahoma" w:hAnsi="Tahoma" w:cs="Tahoma"/>
          <w:sz w:val="19"/>
          <w:szCs w:val="19"/>
        </w:rPr>
        <w:br/>
      </w:r>
      <w:r w:rsidRPr="0052090B">
        <w:rPr>
          <w:rFonts w:ascii="Tahoma" w:hAnsi="Tahoma" w:cs="Tahoma"/>
          <w:sz w:val="19"/>
          <w:szCs w:val="19"/>
          <w:shd w:val="clear" w:color="auto" w:fill="FFFFFF"/>
        </w:rPr>
        <w:t>V reakci na odpověď na dotaz č.47 v rámci vysvětlení ZD č.6 upozorňujeme, že nebyly doplněny požadované přílohy. V poskytnuté příloze v rámci vysvětlení ZD č.6 byly překopírovány přílohy technické zprávy ze stavebních objektů pro provizorní stav (SO 31-10-02 + SO 31-11-02). Žádáme o opravu příloh a doplnění původně požadovaných nečitelných tabulek.</w:t>
      </w:r>
    </w:p>
    <w:p w14:paraId="2219650B" w14:textId="77777777" w:rsidR="005E4724" w:rsidRPr="0052090B" w:rsidRDefault="005E4724" w:rsidP="005E472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346199C" w14:textId="77777777" w:rsidR="005E4724" w:rsidRPr="0052090B" w:rsidRDefault="005E4724" w:rsidP="005E472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52090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3513B81" w14:textId="77777777" w:rsidR="005E4724" w:rsidRPr="0052090B" w:rsidRDefault="005E4724" w:rsidP="005E4724">
      <w:pPr>
        <w:spacing w:after="0"/>
        <w:rPr>
          <w:rFonts w:eastAsia="Calibri" w:cs="Times New Roman"/>
          <w:lang w:eastAsia="cs-CZ"/>
        </w:rPr>
      </w:pPr>
      <w:r w:rsidRPr="0052090B">
        <w:rPr>
          <w:rFonts w:eastAsia="Calibri" w:cs="Times New Roman"/>
          <w:lang w:eastAsia="cs-CZ"/>
        </w:rPr>
        <w:t>Přílohy byly projektantem znovu vytvořeny a doloženy v příloze.</w:t>
      </w:r>
    </w:p>
    <w:p w14:paraId="15BDC7BA" w14:textId="77777777" w:rsidR="00026D3B" w:rsidRPr="00026D3B" w:rsidRDefault="00026D3B" w:rsidP="00026D3B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53D336DB" w:rsidR="00664163" w:rsidRDefault="00664163" w:rsidP="0052090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</w:t>
      </w:r>
      <w:r w:rsidRPr="0052090B">
        <w:rPr>
          <w:rFonts w:eastAsia="Times New Roman" w:cs="Times New Roman"/>
          <w:lang w:eastAsia="cs-CZ"/>
        </w:rPr>
        <w:t xml:space="preserve">dne </w:t>
      </w:r>
      <w:r w:rsidR="0052090B" w:rsidRPr="0052090B">
        <w:rPr>
          <w:rFonts w:eastAsia="Times New Roman" w:cs="Times New Roman"/>
          <w:lang w:eastAsia="cs-CZ"/>
        </w:rPr>
        <w:t>31. 1. 2025</w:t>
      </w:r>
      <w:r w:rsidRPr="0052090B">
        <w:rPr>
          <w:rFonts w:eastAsia="Times New Roman" w:cs="Times New Roman"/>
          <w:lang w:eastAsia="cs-CZ"/>
        </w:rPr>
        <w:t xml:space="preserve"> na</w:t>
      </w:r>
      <w:r w:rsidRPr="00C87717">
        <w:rPr>
          <w:rFonts w:eastAsia="Times New Roman" w:cs="Times New Roman"/>
          <w:lang w:eastAsia="cs-CZ"/>
        </w:rPr>
        <w:t xml:space="preserve"> den </w:t>
      </w:r>
      <w:r w:rsidR="0052090B" w:rsidRPr="0052090B">
        <w:rPr>
          <w:rFonts w:eastAsia="Times New Roman" w:cs="Times New Roman"/>
          <w:b/>
          <w:lang w:eastAsia="cs-CZ"/>
        </w:rPr>
        <w:t>3. 2. 2025</w:t>
      </w:r>
      <w:r w:rsidRPr="00C87717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0FE4E137" w14:textId="26FA9997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512DD5" w:rsidRPr="00512DD5">
        <w:rPr>
          <w:rFonts w:eastAsia="Times New Roman" w:cs="Times New Roman"/>
          <w:lang w:eastAsia="cs-CZ"/>
        </w:rPr>
        <w:t>Z2024-063449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1885A001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</w:t>
      </w:r>
      <w:r w:rsidRPr="0052090B">
        <w:rPr>
          <w:rFonts w:eastAsia="Times New Roman" w:cs="Times New Roman"/>
          <w:lang w:eastAsia="cs-CZ"/>
        </w:rPr>
        <w:t xml:space="preserve">datum </w:t>
      </w:r>
      <w:r w:rsidR="0052090B" w:rsidRPr="0052090B">
        <w:rPr>
          <w:rFonts w:eastAsia="Times New Roman" w:cs="Times New Roman"/>
          <w:lang w:eastAsia="cs-CZ"/>
        </w:rPr>
        <w:t>31.1.2025</w:t>
      </w:r>
      <w:r w:rsidRPr="0052090B">
        <w:rPr>
          <w:rFonts w:eastAsia="Times New Roman" w:cs="Times New Roman"/>
          <w:lang w:eastAsia="cs-CZ"/>
        </w:rPr>
        <w:t xml:space="preserve"> a </w:t>
      </w:r>
      <w:r w:rsidRPr="0052090B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52090B" w:rsidRPr="0052090B">
        <w:rPr>
          <w:rFonts w:eastAsia="Times New Roman" w:cs="Times New Roman"/>
          <w:b/>
          <w:bCs/>
          <w:color w:val="000000" w:themeColor="text1"/>
          <w:lang w:eastAsia="cs-CZ"/>
        </w:rPr>
        <w:t>3.2.2025</w:t>
      </w:r>
      <w:r w:rsidRPr="0052090B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071260FA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2090B">
        <w:rPr>
          <w:rFonts w:eastAsia="Calibri" w:cs="Times New Roman"/>
          <w:b/>
          <w:bCs/>
          <w:lang w:eastAsia="cs-CZ"/>
        </w:rPr>
        <w:t>Příloha:</w:t>
      </w:r>
    </w:p>
    <w:p w14:paraId="671F0B31" w14:textId="3B57C585" w:rsidR="00EB3635" w:rsidRPr="0052090B" w:rsidRDefault="00EB3635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2090B">
        <w:rPr>
          <w:rFonts w:eastAsia="Calibri" w:cs="Times New Roman"/>
          <w:bCs/>
          <w:lang w:eastAsia="cs-CZ"/>
        </w:rPr>
        <w:t>XDC_ZST-Brno-Zidenice_zm05_20250123.xml</w:t>
      </w:r>
    </w:p>
    <w:p w14:paraId="31415A35" w14:textId="1EA59391" w:rsidR="00EB3635" w:rsidRPr="0052090B" w:rsidRDefault="00EB3635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2090B">
        <w:rPr>
          <w:rFonts w:eastAsia="Calibri" w:cs="Times New Roman"/>
          <w:bCs/>
          <w:lang w:eastAsia="cs-CZ"/>
        </w:rPr>
        <w:t>XLS_ZST-Brno-Zidenice_zm05_20250123.xlsx</w:t>
      </w:r>
    </w:p>
    <w:p w14:paraId="511AE075" w14:textId="47C51A26" w:rsidR="00EB3635" w:rsidRPr="0052090B" w:rsidRDefault="00EB3635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2090B">
        <w:rPr>
          <w:rFonts w:eastAsia="Calibri" w:cs="Times New Roman"/>
          <w:bCs/>
          <w:lang w:eastAsia="cs-CZ"/>
        </w:rPr>
        <w:t>D_2_1_01_SO311001_1.001_TZ.pdf</w:t>
      </w:r>
    </w:p>
    <w:p w14:paraId="6F88EE95" w14:textId="00883C25" w:rsidR="00EB3635" w:rsidRPr="0052090B" w:rsidRDefault="00EB3635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2090B">
        <w:rPr>
          <w:rFonts w:eastAsia="Calibri" w:cs="Times New Roman"/>
          <w:bCs/>
          <w:lang w:eastAsia="cs-CZ"/>
        </w:rPr>
        <w:t>D_2_1_01_SO311002_1.001_TZ.pdf</w:t>
      </w:r>
    </w:p>
    <w:p w14:paraId="05780899" w14:textId="28C4373B" w:rsidR="00EB3635" w:rsidRPr="0052090B" w:rsidRDefault="00EB3635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2090B">
        <w:rPr>
          <w:rFonts w:eastAsia="Calibri" w:cs="Times New Roman"/>
          <w:bCs/>
          <w:lang w:eastAsia="cs-CZ"/>
        </w:rPr>
        <w:t>D_2_1_05_SO313005_2.003_vzor_rez.pdf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589AA3B" w:rsidR="00664163" w:rsidRPr="00442D6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42D6D">
        <w:rPr>
          <w:rFonts w:eastAsia="Calibri" w:cs="Times New Roman"/>
          <w:lang w:eastAsia="cs-CZ"/>
        </w:rPr>
        <w:t xml:space="preserve">V Olomouci dne </w:t>
      </w:r>
      <w:r w:rsidR="0052090B">
        <w:rPr>
          <w:rFonts w:eastAsia="Calibri" w:cs="Times New Roman"/>
          <w:lang w:eastAsia="cs-CZ"/>
        </w:rPr>
        <w:t>23. 1. 2025</w:t>
      </w:r>
    </w:p>
    <w:p w14:paraId="6F75BA64" w14:textId="77777777" w:rsidR="00664163" w:rsidRPr="00442D6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442D6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6A02CBFA" w:rsidR="00664163" w:rsidRPr="00442D6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8582804" w14:textId="77777777" w:rsidR="00442D6D" w:rsidRPr="00442D6D" w:rsidRDefault="00442D6D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442D6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442D6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442D6D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2D6D">
        <w:rPr>
          <w:rFonts w:eastAsia="Times New Roman" w:cs="Times New Roman"/>
          <w:b/>
          <w:bCs/>
          <w:lang w:eastAsia="cs-CZ"/>
        </w:rPr>
        <w:t>Ing. Miroslav Bocák</w:t>
      </w:r>
      <w:r w:rsidRPr="00442D6D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442D6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42D6D">
        <w:rPr>
          <w:rFonts w:eastAsia="Times New Roman" w:cs="Times New Roman"/>
          <w:lang w:eastAsia="cs-CZ"/>
        </w:rPr>
        <w:t>ředitel organizační jednotky</w:t>
      </w:r>
      <w:r w:rsidRPr="00442D6D">
        <w:rPr>
          <w:rFonts w:eastAsia="Times New Roman" w:cs="Times New Roman"/>
          <w:lang w:eastAsia="cs-CZ"/>
        </w:rPr>
        <w:tab/>
      </w:r>
    </w:p>
    <w:p w14:paraId="5DEDC136" w14:textId="77777777" w:rsidR="00664163" w:rsidRPr="00442D6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42D6D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442D6D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3C834" w14:textId="77777777" w:rsidR="004435E7" w:rsidRDefault="004435E7" w:rsidP="00962258">
      <w:pPr>
        <w:spacing w:after="0" w:line="240" w:lineRule="auto"/>
      </w:pPr>
      <w:r>
        <w:separator/>
      </w:r>
    </w:p>
  </w:endnote>
  <w:endnote w:type="continuationSeparator" w:id="0">
    <w:p w14:paraId="2BF5A22A" w14:textId="77777777" w:rsidR="004435E7" w:rsidRDefault="004435E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F612E0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363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363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43C9C383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2BD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2BD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27071" w14:textId="77777777" w:rsidR="004435E7" w:rsidRDefault="004435E7" w:rsidP="00962258">
      <w:pPr>
        <w:spacing w:after="0" w:line="240" w:lineRule="auto"/>
      </w:pPr>
      <w:r>
        <w:separator/>
      </w:r>
    </w:p>
  </w:footnote>
  <w:footnote w:type="continuationSeparator" w:id="0">
    <w:p w14:paraId="60343305" w14:textId="77777777" w:rsidR="004435E7" w:rsidRDefault="004435E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26D3B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90BA8"/>
    <w:rsid w:val="001B69C2"/>
    <w:rsid w:val="001C4DA0"/>
    <w:rsid w:val="00204431"/>
    <w:rsid w:val="00207DF5"/>
    <w:rsid w:val="00233E59"/>
    <w:rsid w:val="00267369"/>
    <w:rsid w:val="0026785D"/>
    <w:rsid w:val="00273CE2"/>
    <w:rsid w:val="00296D39"/>
    <w:rsid w:val="002A59FE"/>
    <w:rsid w:val="002C31BF"/>
    <w:rsid w:val="002E0CD7"/>
    <w:rsid w:val="002F026B"/>
    <w:rsid w:val="002F450F"/>
    <w:rsid w:val="0033209D"/>
    <w:rsid w:val="00335122"/>
    <w:rsid w:val="00335732"/>
    <w:rsid w:val="00354CE1"/>
    <w:rsid w:val="00357BC6"/>
    <w:rsid w:val="0037111D"/>
    <w:rsid w:val="003756B9"/>
    <w:rsid w:val="003956C6"/>
    <w:rsid w:val="003E6B9A"/>
    <w:rsid w:val="003E75CE"/>
    <w:rsid w:val="0041380F"/>
    <w:rsid w:val="00442D6D"/>
    <w:rsid w:val="004435E7"/>
    <w:rsid w:val="00450F07"/>
    <w:rsid w:val="00453CD3"/>
    <w:rsid w:val="00455BC7"/>
    <w:rsid w:val="00460660"/>
    <w:rsid w:val="00460B9B"/>
    <w:rsid w:val="00460CCB"/>
    <w:rsid w:val="00477370"/>
    <w:rsid w:val="00486107"/>
    <w:rsid w:val="00491827"/>
    <w:rsid w:val="004926B0"/>
    <w:rsid w:val="004956B7"/>
    <w:rsid w:val="004A0F75"/>
    <w:rsid w:val="004A7C69"/>
    <w:rsid w:val="004C4399"/>
    <w:rsid w:val="004C69ED"/>
    <w:rsid w:val="004C787C"/>
    <w:rsid w:val="004F4B9B"/>
    <w:rsid w:val="00501654"/>
    <w:rsid w:val="00511AB9"/>
    <w:rsid w:val="00512DD5"/>
    <w:rsid w:val="0052090B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E4724"/>
    <w:rsid w:val="006104F6"/>
    <w:rsid w:val="0061068E"/>
    <w:rsid w:val="00630DC6"/>
    <w:rsid w:val="00660AD3"/>
    <w:rsid w:val="00664163"/>
    <w:rsid w:val="006734A7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4B17"/>
    <w:rsid w:val="0077673A"/>
    <w:rsid w:val="007846E1"/>
    <w:rsid w:val="007A0EFE"/>
    <w:rsid w:val="007B570C"/>
    <w:rsid w:val="007D018D"/>
    <w:rsid w:val="007E4A6E"/>
    <w:rsid w:val="007F56A7"/>
    <w:rsid w:val="007F626E"/>
    <w:rsid w:val="00807DD0"/>
    <w:rsid w:val="00813F11"/>
    <w:rsid w:val="00824B12"/>
    <w:rsid w:val="00842C9B"/>
    <w:rsid w:val="00862BDA"/>
    <w:rsid w:val="008841FB"/>
    <w:rsid w:val="0088472C"/>
    <w:rsid w:val="00891334"/>
    <w:rsid w:val="008A3568"/>
    <w:rsid w:val="008C2A5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2914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294C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D5319"/>
    <w:rsid w:val="00BD699D"/>
    <w:rsid w:val="00BD7E91"/>
    <w:rsid w:val="00BF374D"/>
    <w:rsid w:val="00BF6D48"/>
    <w:rsid w:val="00C02D0A"/>
    <w:rsid w:val="00C03A6E"/>
    <w:rsid w:val="00C21432"/>
    <w:rsid w:val="00C30759"/>
    <w:rsid w:val="00C44F6A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01E6"/>
    <w:rsid w:val="00D548C8"/>
    <w:rsid w:val="00D6163D"/>
    <w:rsid w:val="00D63009"/>
    <w:rsid w:val="00D831A3"/>
    <w:rsid w:val="00D902AD"/>
    <w:rsid w:val="00D91273"/>
    <w:rsid w:val="00DA6FFE"/>
    <w:rsid w:val="00DC3110"/>
    <w:rsid w:val="00DD46F3"/>
    <w:rsid w:val="00DD58A6"/>
    <w:rsid w:val="00DE56F2"/>
    <w:rsid w:val="00DF116D"/>
    <w:rsid w:val="00DF1B8E"/>
    <w:rsid w:val="00E10710"/>
    <w:rsid w:val="00E45D2A"/>
    <w:rsid w:val="00E56331"/>
    <w:rsid w:val="00E824F1"/>
    <w:rsid w:val="00E9347D"/>
    <w:rsid w:val="00EB104F"/>
    <w:rsid w:val="00EB3635"/>
    <w:rsid w:val="00ED14BD"/>
    <w:rsid w:val="00F01440"/>
    <w:rsid w:val="00F12DEC"/>
    <w:rsid w:val="00F1715C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E35EC-9092-4AAF-988D-BFCCAE049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24</TotalTime>
  <Pages>4</Pages>
  <Words>1115</Words>
  <Characters>6582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8</cp:revision>
  <cp:lastPrinted>2019-02-22T13:28:00Z</cp:lastPrinted>
  <dcterms:created xsi:type="dcterms:W3CDTF">2025-01-23T08:06:00Z</dcterms:created>
  <dcterms:modified xsi:type="dcterms:W3CDTF">2025-01-23T09:59:00Z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